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A707" w14:textId="7FAA8F30" w:rsidR="00972808" w:rsidRPr="00972808" w:rsidRDefault="00972808" w:rsidP="00972808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972808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2</w:t>
      </w:r>
    </w:p>
    <w:p w14:paraId="69BCB2A6" w14:textId="77777777" w:rsidR="00972808" w:rsidRPr="00972808" w:rsidRDefault="00972808" w:rsidP="00972808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972808">
        <w:rPr>
          <w:rFonts w:ascii="Arial" w:hAnsi="Arial" w:cs="Arial"/>
          <w:b/>
          <w:bCs/>
          <w:sz w:val="20"/>
          <w:szCs w:val="20"/>
        </w:rPr>
        <w:t xml:space="preserve">do Ogłoszenia naboru na zastępstwo stanowiska ds. administracyjnych  </w:t>
      </w:r>
    </w:p>
    <w:p w14:paraId="071E74DB" w14:textId="77777777" w:rsidR="00972808" w:rsidRPr="00972808" w:rsidRDefault="00972808" w:rsidP="00972808">
      <w:pPr>
        <w:jc w:val="right"/>
        <w:rPr>
          <w:rFonts w:ascii="Arial" w:hAnsi="Arial" w:cs="Arial"/>
          <w:sz w:val="20"/>
          <w:szCs w:val="20"/>
        </w:rPr>
      </w:pPr>
      <w:r w:rsidRPr="00972808">
        <w:rPr>
          <w:rFonts w:ascii="Arial" w:hAnsi="Arial" w:cs="Arial"/>
          <w:b/>
          <w:bCs/>
          <w:sz w:val="20"/>
          <w:szCs w:val="20"/>
        </w:rPr>
        <w:t>w Nadleśnictwie Poddębice</w:t>
      </w:r>
    </w:p>
    <w:p w14:paraId="34F136C2" w14:textId="77777777" w:rsidR="00781984" w:rsidRDefault="00781984" w:rsidP="0078198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1"/>
        <w:tblW w:w="9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5445"/>
      </w:tblGrid>
      <w:tr w:rsidR="00781984" w14:paraId="0F7D4172" w14:textId="77777777" w:rsidTr="00781984">
        <w:trPr>
          <w:trHeight w:val="735"/>
        </w:trPr>
        <w:tc>
          <w:tcPr>
            <w:tcW w:w="3960" w:type="dxa"/>
            <w:hideMark/>
          </w:tcPr>
          <w:p w14:paraId="24CE7E54" w14:textId="77777777" w:rsidR="00781984" w:rsidRDefault="007819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</w:t>
            </w:r>
          </w:p>
          <w:p w14:paraId="20D12BCB" w14:textId="77777777" w:rsidR="00781984" w:rsidRDefault="007819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vertAlign w:val="superscript"/>
              </w:rPr>
              <w:t>(imię i nazwisko)</w:t>
            </w:r>
          </w:p>
        </w:tc>
        <w:tc>
          <w:tcPr>
            <w:tcW w:w="5445" w:type="dxa"/>
          </w:tcPr>
          <w:p w14:paraId="1389C4F8" w14:textId="1FA79823" w:rsidR="00781984" w:rsidRDefault="00781984" w:rsidP="007819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………………………………….</w:t>
            </w:r>
          </w:p>
          <w:p w14:paraId="7249ACF6" w14:textId="196FFEAC" w:rsidR="00781984" w:rsidRDefault="00781984" w:rsidP="007819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vertAlign w:val="superscript"/>
              </w:rPr>
              <w:t>(miejscowość i data)</w:t>
            </w:r>
          </w:p>
        </w:tc>
      </w:tr>
    </w:tbl>
    <w:p w14:paraId="0539940E" w14:textId="77777777" w:rsidR="00781984" w:rsidRDefault="00781984" w:rsidP="0078198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14:paraId="0CF19848" w14:textId="77777777" w:rsidR="00781984" w:rsidRDefault="00781984" w:rsidP="00781984">
      <w:pPr>
        <w:spacing w:line="360" w:lineRule="auto"/>
        <w:rPr>
          <w:rFonts w:ascii="Arial" w:hAnsi="Arial" w:cs="Arial"/>
        </w:rPr>
      </w:pPr>
    </w:p>
    <w:p w14:paraId="2B6BC8AA" w14:textId="77777777" w:rsidR="00781984" w:rsidRDefault="00781984" w:rsidP="005F524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 na przetwarzanie danych osobowych dla potrzeb niezbędnych do realizacji procedury kwalifikacyjnej,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z 2016 r. nr 119, s. 1, sprostowanie: Dz. Urz. UE L 127 z 23.05.2018, s. 2).</w:t>
      </w:r>
    </w:p>
    <w:p w14:paraId="0A39D34D" w14:textId="77777777" w:rsidR="00781984" w:rsidRDefault="00781984" w:rsidP="00781984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45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</w:tblGrid>
      <w:tr w:rsidR="00781984" w14:paraId="6360A429" w14:textId="77777777" w:rsidTr="00EE004D">
        <w:trPr>
          <w:trHeight w:val="256"/>
        </w:trPr>
        <w:tc>
          <w:tcPr>
            <w:tcW w:w="4620" w:type="dxa"/>
          </w:tcPr>
          <w:p w14:paraId="676BEB44" w14:textId="77777777" w:rsidR="00781984" w:rsidRDefault="007819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………………………………………………..</w:t>
            </w:r>
          </w:p>
          <w:p w14:paraId="322D75AF" w14:textId="77777777" w:rsidR="00781984" w:rsidRDefault="00781984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vertAlign w:val="superscript"/>
              </w:rPr>
              <w:t>(czytelny podpis)</w:t>
            </w:r>
          </w:p>
          <w:p w14:paraId="15087638" w14:textId="77777777" w:rsidR="00781984" w:rsidRDefault="0078198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0AC0C4D" w14:textId="77777777" w:rsidR="00781984" w:rsidRDefault="00781984">
            <w:pPr>
              <w:rPr>
                <w:rFonts w:ascii="Arial" w:hAnsi="Arial" w:cs="Arial"/>
              </w:rPr>
            </w:pPr>
          </w:p>
        </w:tc>
      </w:tr>
    </w:tbl>
    <w:p w14:paraId="0D86AFF6" w14:textId="77777777" w:rsidR="00781984" w:rsidRDefault="00781984" w:rsidP="00781984">
      <w:pPr>
        <w:jc w:val="both"/>
        <w:rPr>
          <w:rFonts w:ascii="Arial" w:hAnsi="Arial" w:cs="Arial"/>
        </w:rPr>
      </w:pPr>
    </w:p>
    <w:p w14:paraId="03192100" w14:textId="4BEB5EC7" w:rsidR="00781984" w:rsidRDefault="00692F2A" w:rsidP="0078198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Uprzedzona/y o odpowiedzialności karnej za składanie fałszywych zeznań ja</w:t>
      </w:r>
      <w:r w:rsidR="00781984">
        <w:rPr>
          <w:rFonts w:ascii="Arial" w:hAnsi="Arial" w:cs="Arial"/>
        </w:rPr>
        <w:t xml:space="preserve"> niżej podpisana/y oświadczam, że:</w:t>
      </w:r>
    </w:p>
    <w:p w14:paraId="342F3435" w14:textId="74B411B0" w:rsidR="00610AC5" w:rsidRDefault="00610AC5" w:rsidP="005F52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Pr="00610AC5">
        <w:rPr>
          <w:rFonts w:ascii="Arial" w:eastAsia="Times New Roman" w:hAnsi="Arial" w:cs="Arial"/>
          <w:sz w:val="24"/>
          <w:szCs w:val="24"/>
          <w:lang w:eastAsia="pl-PL"/>
        </w:rPr>
        <w:t>orzysta</w:t>
      </w:r>
      <w:r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610AC5">
        <w:rPr>
          <w:rFonts w:ascii="Arial" w:eastAsia="Times New Roman" w:hAnsi="Arial" w:cs="Arial"/>
          <w:sz w:val="24"/>
          <w:szCs w:val="24"/>
          <w:lang w:eastAsia="pl-PL"/>
        </w:rPr>
        <w:t xml:space="preserve"> z pełni praw cywilnych i obywatelskich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528CC91" w14:textId="24BAFAAB" w:rsidR="00781984" w:rsidRDefault="00A57E21" w:rsidP="005F52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Mój stan zdrowia pozwala na zatrudnienie mnie na stanowisku </w:t>
      </w:r>
      <w:r w:rsidR="00D74842">
        <w:rPr>
          <w:rFonts w:ascii="Arial" w:hAnsi="Arial" w:cs="Arial"/>
          <w:sz w:val="24"/>
          <w:szCs w:val="24"/>
        </w:rPr>
        <w:t>instruktora technicznego/</w:t>
      </w:r>
      <w:r w:rsidR="00B13ACE">
        <w:rPr>
          <w:rFonts w:ascii="Arial" w:hAnsi="Arial" w:cs="Arial"/>
          <w:sz w:val="24"/>
          <w:szCs w:val="24"/>
        </w:rPr>
        <w:t>podleśniczego</w:t>
      </w:r>
      <w:r>
        <w:rPr>
          <w:rFonts w:ascii="Arial" w:hAnsi="Arial" w:cs="Arial"/>
          <w:sz w:val="24"/>
          <w:szCs w:val="24"/>
        </w:rPr>
        <w:t>.</w:t>
      </w:r>
    </w:p>
    <w:p w14:paraId="4E43333B" w14:textId="03113BA6" w:rsidR="00AA1628" w:rsidRPr="00AA1628" w:rsidRDefault="00AA1628" w:rsidP="005F52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Posiadam </w:t>
      </w:r>
      <w:r w:rsidRPr="00AA1628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Pr="00AA1628">
        <w:rPr>
          <w:rFonts w:ascii="ArialMT" w:hAnsi="ArialMT" w:cs="ArialMT"/>
          <w:sz w:val="24"/>
          <w:szCs w:val="24"/>
        </w:rPr>
        <w:t>eoretyczn</w:t>
      </w:r>
      <w:r>
        <w:rPr>
          <w:rFonts w:ascii="ArialMT" w:hAnsi="ArialMT" w:cs="ArialMT"/>
          <w:sz w:val="24"/>
          <w:szCs w:val="24"/>
        </w:rPr>
        <w:t>ą</w:t>
      </w:r>
      <w:r w:rsidRPr="00AA1628">
        <w:rPr>
          <w:rFonts w:ascii="ArialMT" w:hAnsi="ArialMT" w:cs="ArialMT"/>
          <w:sz w:val="24"/>
          <w:szCs w:val="24"/>
        </w:rPr>
        <w:t xml:space="preserve"> i praktyczn</w:t>
      </w:r>
      <w:r>
        <w:rPr>
          <w:rFonts w:ascii="ArialMT" w:hAnsi="ArialMT" w:cs="ArialMT"/>
          <w:sz w:val="24"/>
          <w:szCs w:val="24"/>
        </w:rPr>
        <w:t>ą</w:t>
      </w:r>
      <w:r w:rsidRPr="00AA1628">
        <w:rPr>
          <w:rFonts w:ascii="ArialMT" w:hAnsi="ArialMT" w:cs="ArialMT"/>
          <w:sz w:val="24"/>
          <w:szCs w:val="24"/>
        </w:rPr>
        <w:t xml:space="preserve"> wiedz</w:t>
      </w:r>
      <w:r>
        <w:rPr>
          <w:rFonts w:ascii="ArialMT" w:hAnsi="ArialMT" w:cs="ArialMT"/>
          <w:sz w:val="24"/>
          <w:szCs w:val="24"/>
        </w:rPr>
        <w:t>ę</w:t>
      </w:r>
      <w:r w:rsidRPr="00AA1628">
        <w:rPr>
          <w:rFonts w:ascii="ArialMT" w:hAnsi="ArialMT" w:cs="ArialMT"/>
          <w:sz w:val="24"/>
          <w:szCs w:val="24"/>
        </w:rPr>
        <w:t xml:space="preserve"> z zakresu zadań określonych w pkt. 6</w:t>
      </w:r>
      <w:r w:rsidRPr="00AA162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A1628">
        <w:rPr>
          <w:rFonts w:ascii="ArialMT" w:hAnsi="ArialMT" w:cs="ArialMT"/>
          <w:sz w:val="24"/>
          <w:szCs w:val="24"/>
        </w:rPr>
        <w:t>ogłoszenia</w:t>
      </w:r>
      <w:r>
        <w:rPr>
          <w:rFonts w:ascii="ArialMT" w:hAnsi="ArialMT" w:cs="ArialMT"/>
          <w:sz w:val="24"/>
          <w:szCs w:val="24"/>
        </w:rPr>
        <w:t>.</w:t>
      </w:r>
    </w:p>
    <w:p w14:paraId="3E52B2A7" w14:textId="0A1B8C26" w:rsidR="00AA1628" w:rsidRDefault="00AA1628" w:rsidP="005F52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Posiadam znajomość</w:t>
      </w:r>
      <w:r w:rsidRPr="00AA1628">
        <w:rPr>
          <w:rFonts w:ascii="Arial" w:eastAsia="Times New Roman" w:hAnsi="Arial" w:cs="Arial"/>
          <w:sz w:val="24"/>
          <w:szCs w:val="24"/>
          <w:lang w:eastAsia="pl-PL"/>
        </w:rPr>
        <w:t xml:space="preserve"> przepisów prawa ogólnego i wewnętrznego PGL LP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A1628">
        <w:rPr>
          <w:rFonts w:ascii="Arial" w:eastAsia="Times New Roman" w:hAnsi="Arial" w:cs="Arial"/>
          <w:sz w:val="24"/>
          <w:szCs w:val="24"/>
          <w:lang w:eastAsia="pl-PL"/>
        </w:rPr>
        <w:t>z zakresu zadań wymienionych w pkt. 6 ogłoszenia</w:t>
      </w:r>
    </w:p>
    <w:p w14:paraId="527C0ABE" w14:textId="35113B70" w:rsidR="005F5247" w:rsidRDefault="005F5247" w:rsidP="005F52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Posiadam umiejętność obsługi programów komputerowych: SILP, WORD, EXCEL.</w:t>
      </w:r>
    </w:p>
    <w:p w14:paraId="375FDE1E" w14:textId="77777777" w:rsidR="00781984" w:rsidRDefault="00781984" w:rsidP="005F5247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right" w:tblpY="484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4"/>
      </w:tblGrid>
      <w:tr w:rsidR="00781984" w14:paraId="32EAB188" w14:textId="77777777" w:rsidTr="00EE004D">
        <w:trPr>
          <w:trHeight w:val="272"/>
        </w:trPr>
        <w:tc>
          <w:tcPr>
            <w:tcW w:w="4594" w:type="dxa"/>
          </w:tcPr>
          <w:p w14:paraId="73D8FA64" w14:textId="77777777" w:rsidR="00781984" w:rsidRDefault="007819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………………………………………………..</w:t>
            </w:r>
          </w:p>
          <w:p w14:paraId="43551A9C" w14:textId="74BCAB3B" w:rsidR="00781984" w:rsidRDefault="00781984" w:rsidP="00EE004D">
            <w:pPr>
              <w:jc w:val="center"/>
            </w:pPr>
            <w:r>
              <w:rPr>
                <w:rFonts w:ascii="Arial" w:hAnsi="Arial" w:cs="Arial"/>
                <w:vertAlign w:val="superscript"/>
              </w:rPr>
              <w:t>(czytelny podpis)</w:t>
            </w:r>
          </w:p>
        </w:tc>
      </w:tr>
    </w:tbl>
    <w:p w14:paraId="70A98698" w14:textId="77777777" w:rsidR="00781984" w:rsidRDefault="00781984" w:rsidP="00781984"/>
    <w:p w14:paraId="329D6D68" w14:textId="77777777" w:rsidR="00781984" w:rsidRDefault="00781984" w:rsidP="00781984"/>
    <w:p w14:paraId="733A97ED" w14:textId="0A936CE3" w:rsidR="00B443E9" w:rsidRDefault="00B443E9" w:rsidP="00781984"/>
    <w:p w14:paraId="54C4FAD5" w14:textId="23D7AA54" w:rsidR="00EE004D" w:rsidRDefault="00EE004D" w:rsidP="00781984"/>
    <w:p w14:paraId="23AE100A" w14:textId="67AA19F6" w:rsidR="00EE004D" w:rsidRDefault="00EE004D" w:rsidP="00781984"/>
    <w:p w14:paraId="03B2D367" w14:textId="7E64D282" w:rsidR="00EE004D" w:rsidRDefault="00EE004D" w:rsidP="00781984"/>
    <w:p w14:paraId="2AE9FC57" w14:textId="0E61D490" w:rsidR="00EE004D" w:rsidRPr="00EE004D" w:rsidRDefault="00EE004D" w:rsidP="00EE004D">
      <w:pPr>
        <w:rPr>
          <w:rFonts w:ascii="Arial" w:hAnsi="Arial" w:cs="Arial"/>
          <w:sz w:val="20"/>
          <w:szCs w:val="20"/>
        </w:rPr>
      </w:pPr>
    </w:p>
    <w:sectPr w:rsidR="00EE004D" w:rsidRPr="00EE004D" w:rsidSect="00E906B4">
      <w:headerReference w:type="default" r:id="rId8"/>
      <w:footerReference w:type="even" r:id="rId9"/>
      <w:footerReference w:type="default" r:id="rId10"/>
      <w:pgSz w:w="11906" w:h="16838"/>
      <w:pgMar w:top="340" w:right="964" w:bottom="1588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2102B" w14:textId="77777777" w:rsidR="00652781" w:rsidRDefault="00652781">
      <w:r>
        <w:separator/>
      </w:r>
    </w:p>
  </w:endnote>
  <w:endnote w:type="continuationSeparator" w:id="0">
    <w:p w14:paraId="7F7B8391" w14:textId="77777777" w:rsidR="00652781" w:rsidRDefault="0065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05E2A" w14:textId="77777777" w:rsidR="00B443E9" w:rsidRDefault="006B38E9">
    <w:r>
      <w:fldChar w:fldCharType="begin"/>
    </w:r>
    <w:r>
      <w:instrText xml:space="preserve">PAGE  </w:instrText>
    </w:r>
    <w:r>
      <w:fldChar w:fldCharType="end"/>
    </w:r>
  </w:p>
  <w:p w14:paraId="33593FEF" w14:textId="77777777" w:rsidR="00B443E9" w:rsidRDefault="00B443E9"/>
  <w:p w14:paraId="01F68307" w14:textId="77777777" w:rsidR="00B443E9" w:rsidRDefault="00B443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8CE1" w14:textId="77777777" w:rsidR="00B443E9" w:rsidRDefault="006B38E9" w:rsidP="00D1212E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65746A21" w14:textId="77777777" w:rsidR="00B443E9" w:rsidRPr="00807343" w:rsidRDefault="006B38E9" w:rsidP="00D1212E">
    <w:pPr>
      <w:pStyle w:val="LPstopkasrod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48476D" wp14:editId="76E8E2E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" name="Lin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id="Line 110" o:spid="_x0000_s2102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0,7.6pt" to="462.05pt,7.9pt" strokecolor="#005846" strokeweight="0.5pt"/>
          </w:pict>
        </mc:Fallback>
      </mc:AlternateContent>
    </w:r>
  </w:p>
  <w:p w14:paraId="3E185E63" w14:textId="77777777" w:rsidR="00B443E9" w:rsidRPr="00A40A2F" w:rsidRDefault="006B38E9" w:rsidP="00463A8E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55D4F7" wp14:editId="7AD7FD24">
              <wp:simplePos x="0" y="0"/>
              <wp:positionH relativeFrom="column">
                <wp:posOffset>4423410</wp:posOffset>
              </wp:positionH>
              <wp:positionV relativeFrom="paragraph">
                <wp:posOffset>46355</wp:posOffset>
              </wp:positionV>
              <wp:extent cx="1487805" cy="342900"/>
              <wp:effectExtent l="0" t="0" r="0" b="0"/>
              <wp:wrapNone/>
              <wp:docPr id="1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80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ADBDCF" w14:textId="77777777" w:rsidR="00B443E9" w:rsidRDefault="006B38E9" w:rsidP="00463A8E">
                          <w:pPr>
                            <w:pStyle w:val="LPStopkaStrona"/>
                            <w:jc w:val="right"/>
                          </w:pPr>
                          <w: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55D4F7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7" type="#_x0000_t202" style="position:absolute;margin-left:348.3pt;margin-top:3.65pt;width:117.1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" strokecolor="white">
              <v:textbox inset=",0">
                <w:txbxContent>
                  <w:p w14:paraId="65ADBDCF" w14:textId="77777777" w:rsidR="00B443E9" w:rsidRDefault="006B38E9" w:rsidP="00463A8E">
                    <w:pPr>
                      <w:pStyle w:val="LPStopkaStrona"/>
                      <w:jc w:val="right"/>
                    </w:pPr>
                    <w:r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 xml:space="preserve">Nadleśnictwo Poddębice, </w:t>
    </w:r>
    <w:proofErr w:type="spellStart"/>
    <w:r>
      <w:t>Rodrysin</w:t>
    </w:r>
    <w:proofErr w:type="spellEnd"/>
    <w:r>
      <w:t xml:space="preserve"> 18A</w:t>
    </w:r>
    <w:r w:rsidRPr="00A40A2F">
      <w:t xml:space="preserve">, 99-200 Poddębice </w:t>
    </w:r>
    <w:r w:rsidRPr="00A40A2F">
      <w:tab/>
    </w:r>
  </w:p>
  <w:p w14:paraId="47E9D31B" w14:textId="77777777" w:rsidR="00B443E9" w:rsidRPr="0001640D" w:rsidRDefault="006B38E9" w:rsidP="00463A8E">
    <w:pPr>
      <w:pStyle w:val="LPstopka"/>
      <w:rPr>
        <w:lang w:val="en-US"/>
      </w:rPr>
    </w:pPr>
    <w:r>
      <w:rPr>
        <w:lang w:val="en-US"/>
      </w:rPr>
      <w:t xml:space="preserve">tel.: +48 43 678-29-75, fax: +48 43 678-44-69, e-mail: poddebice@lodz.lasy.gov.pl </w:t>
    </w:r>
  </w:p>
  <w:p w14:paraId="70549629" w14:textId="77777777" w:rsidR="00B443E9" w:rsidRPr="00463A8E" w:rsidRDefault="00B443E9" w:rsidP="00D1212E">
    <w:pPr>
      <w:pStyle w:val="Stopka"/>
      <w:rPr>
        <w:lang w:val="en-US"/>
      </w:rPr>
    </w:pPr>
  </w:p>
  <w:p w14:paraId="78119D8D" w14:textId="77777777" w:rsidR="00B443E9" w:rsidRPr="00463A8E" w:rsidRDefault="00B443E9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77EBB" w14:textId="77777777" w:rsidR="00652781" w:rsidRDefault="00652781">
      <w:r>
        <w:separator/>
      </w:r>
    </w:p>
  </w:footnote>
  <w:footnote w:type="continuationSeparator" w:id="0">
    <w:p w14:paraId="1B82A9B1" w14:textId="77777777" w:rsidR="00652781" w:rsidRDefault="00652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83D0" w14:textId="77777777" w:rsidR="00B443E9" w:rsidRDefault="006B38E9">
    <w:r>
      <w:rPr>
        <w:noProof/>
      </w:rPr>
      <mc:AlternateContent>
        <mc:Choice Requires="wpc">
          <w:drawing>
            <wp:anchor distT="0" distB="0" distL="114300" distR="114300" simplePos="0" relativeHeight="251664384" behindDoc="0" locked="0" layoutInCell="1" allowOverlap="1" wp14:anchorId="09C60DD9" wp14:editId="0E0DFDE6">
              <wp:simplePos x="0" y="0"/>
              <wp:positionH relativeFrom="margin">
                <wp:align>left</wp:align>
              </wp:positionH>
              <wp:positionV relativeFrom="paragraph">
                <wp:posOffset>-12700</wp:posOffset>
              </wp:positionV>
              <wp:extent cx="508635" cy="494665"/>
              <wp:effectExtent l="0" t="0" r="5715" b="635"/>
              <wp:wrapThrough wrapText="bothSides">
                <wp:wrapPolygon edited="0">
                  <wp:start x="4854" y="0"/>
                  <wp:lineTo x="0" y="3327"/>
                  <wp:lineTo x="0" y="15805"/>
                  <wp:lineTo x="4045" y="20796"/>
                  <wp:lineTo x="15371" y="20796"/>
                  <wp:lineTo x="21034" y="13309"/>
                  <wp:lineTo x="21034" y="7487"/>
                  <wp:lineTo x="19416" y="3327"/>
                  <wp:lineTo x="14562" y="0"/>
                  <wp:lineTo x="4854" y="0"/>
                </wp:wrapPolygon>
              </wp:wrapThrough>
              <wp:docPr id="59" name="Kanwa 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anchor>
          </w:drawing>
        </mc:Choice>
        <mc:Fallback xmlns:oel="http://schemas.microsoft.com/office/2019/extlst">
          <w:pict>
            <v:group id="Kanwa 59" o:spid="_x0000_s2049" style="height:38.95pt;margin-left:0;margin-top:-1pt;mso-position-horizontal:left;mso-position-horizontal-relative:margin;position:absolute;width:40.05pt;z-index:251665408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height:494665;mso-wrap-style:square;position:absolute;visibility:visible;width:508635">
                <v:fill o:detectmouseclick="t"/>
              </v:shape>
              <v:shape id="Freeform 61" o:spid="_x0000_s2051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3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4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5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7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59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0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1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2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3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4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5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6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7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8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69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0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1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2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3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4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5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6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7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8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79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0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1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2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3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4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5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6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7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8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89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0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1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2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3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4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5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6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7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D21FA5" wp14:editId="1D14D489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2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7401E" w14:textId="77777777" w:rsidR="00B443E9" w:rsidRPr="008F1094" w:rsidRDefault="006B38E9" w:rsidP="00D1212E">
                          <w:pPr>
                            <w:pStyle w:val="LPNaglowek"/>
                          </w:pPr>
                          <w:r>
                            <w:t xml:space="preserve">  Nadleśnictwo Poddębice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21FA5"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26" type="#_x0000_t202" style="position:absolute;margin-left:31.6pt;margin-top:7.2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" filled="f" stroked="f" strokecolor="white" strokeweight="0">
              <v:textbox>
                <w:txbxContent>
                  <w:p w14:paraId="4B17401E" w14:textId="77777777" w:rsidR="00B443E9" w:rsidRPr="008F1094" w:rsidRDefault="006B38E9" w:rsidP="00D1212E">
                    <w:pPr>
                      <w:pStyle w:val="LPNaglowek"/>
                    </w:pPr>
                    <w:r>
                      <w:t xml:space="preserve">  Nadleśnictwo Poddębice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432A4C35" wp14:editId="48BA6F2F">
              <wp:extent cx="6911975" cy="228600"/>
              <wp:effectExtent l="0" t="0" r="0" b="0"/>
              <wp:docPr id="56" name="Kanwa 56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Line 58"/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oel="http://schemas.microsoft.com/office/2019/extlst">
          <w:pict>
            <v:group id="Kanwa 56" o:spid="_x0000_i2099" style="height:18pt;mso-position-horizontal-relative:char;mso-position-vertical-relative:line;width:544.25pt" coordsize="69119,2286">
              <v:shape id="_x0000_s2100" type="#_x0000_t75" style="height:2286;mso-wrap-style:square;position:absolute;visibility:visible;width:69119">
                <v:fill o:detectmouseclick="t"/>
              </v:shape>
              <v:line id="Line 58" o:spid="_x0000_s2101" style="flip:y;mso-wrap-style:square;position:absolute;visibility:visible" from="0,0" to="58677,6" o:connectortype="straight" strokecolor="#005846" strokeweight="0.5pt"/>
              <w10:wrap type="non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52802"/>
    <w:multiLevelType w:val="hybridMultilevel"/>
    <w:tmpl w:val="F500AE8C"/>
    <w:lvl w:ilvl="0" w:tplc="8AB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A368" w:tentative="1">
      <w:start w:val="1"/>
      <w:numFmt w:val="lowerLetter"/>
      <w:lvlText w:val="%2."/>
      <w:lvlJc w:val="left"/>
      <w:pPr>
        <w:ind w:left="1440" w:hanging="360"/>
      </w:pPr>
    </w:lvl>
    <w:lvl w:ilvl="2" w:tplc="3C6AFE20" w:tentative="1">
      <w:start w:val="1"/>
      <w:numFmt w:val="lowerRoman"/>
      <w:lvlText w:val="%3."/>
      <w:lvlJc w:val="right"/>
      <w:pPr>
        <w:ind w:left="2160" w:hanging="180"/>
      </w:pPr>
    </w:lvl>
    <w:lvl w:ilvl="3" w:tplc="B5C245F2" w:tentative="1">
      <w:start w:val="1"/>
      <w:numFmt w:val="decimal"/>
      <w:lvlText w:val="%4."/>
      <w:lvlJc w:val="left"/>
      <w:pPr>
        <w:ind w:left="2880" w:hanging="360"/>
      </w:pPr>
    </w:lvl>
    <w:lvl w:ilvl="4" w:tplc="C19E5652" w:tentative="1">
      <w:start w:val="1"/>
      <w:numFmt w:val="lowerLetter"/>
      <w:lvlText w:val="%5."/>
      <w:lvlJc w:val="left"/>
      <w:pPr>
        <w:ind w:left="3600" w:hanging="360"/>
      </w:pPr>
    </w:lvl>
    <w:lvl w:ilvl="5" w:tplc="FD402024" w:tentative="1">
      <w:start w:val="1"/>
      <w:numFmt w:val="lowerRoman"/>
      <w:lvlText w:val="%6."/>
      <w:lvlJc w:val="right"/>
      <w:pPr>
        <w:ind w:left="4320" w:hanging="180"/>
      </w:pPr>
    </w:lvl>
    <w:lvl w:ilvl="6" w:tplc="51208EB4" w:tentative="1">
      <w:start w:val="1"/>
      <w:numFmt w:val="decimal"/>
      <w:lvlText w:val="%7."/>
      <w:lvlJc w:val="left"/>
      <w:pPr>
        <w:ind w:left="5040" w:hanging="360"/>
      </w:pPr>
    </w:lvl>
    <w:lvl w:ilvl="7" w:tplc="17C8A782" w:tentative="1">
      <w:start w:val="1"/>
      <w:numFmt w:val="lowerLetter"/>
      <w:lvlText w:val="%8."/>
      <w:lvlJc w:val="left"/>
      <w:pPr>
        <w:ind w:left="5760" w:hanging="360"/>
      </w:pPr>
    </w:lvl>
    <w:lvl w:ilvl="8" w:tplc="BEE4E7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53785"/>
    <w:multiLevelType w:val="hybridMultilevel"/>
    <w:tmpl w:val="767E5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10A41"/>
    <w:multiLevelType w:val="hybridMultilevel"/>
    <w:tmpl w:val="ABC8B0EE"/>
    <w:lvl w:ilvl="0" w:tplc="29CA6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204436" w:tentative="1">
      <w:start w:val="1"/>
      <w:numFmt w:val="lowerLetter"/>
      <w:lvlText w:val="%2."/>
      <w:lvlJc w:val="left"/>
      <w:pPr>
        <w:ind w:left="1440" w:hanging="360"/>
      </w:pPr>
    </w:lvl>
    <w:lvl w:ilvl="2" w:tplc="36246264" w:tentative="1">
      <w:start w:val="1"/>
      <w:numFmt w:val="lowerRoman"/>
      <w:lvlText w:val="%3."/>
      <w:lvlJc w:val="right"/>
      <w:pPr>
        <w:ind w:left="2160" w:hanging="180"/>
      </w:pPr>
    </w:lvl>
    <w:lvl w:ilvl="3" w:tplc="FCEC8AFA" w:tentative="1">
      <w:start w:val="1"/>
      <w:numFmt w:val="decimal"/>
      <w:lvlText w:val="%4."/>
      <w:lvlJc w:val="left"/>
      <w:pPr>
        <w:ind w:left="2880" w:hanging="360"/>
      </w:pPr>
    </w:lvl>
    <w:lvl w:ilvl="4" w:tplc="215E7F9E" w:tentative="1">
      <w:start w:val="1"/>
      <w:numFmt w:val="lowerLetter"/>
      <w:lvlText w:val="%5."/>
      <w:lvlJc w:val="left"/>
      <w:pPr>
        <w:ind w:left="3600" w:hanging="360"/>
      </w:pPr>
    </w:lvl>
    <w:lvl w:ilvl="5" w:tplc="3D10EFCA" w:tentative="1">
      <w:start w:val="1"/>
      <w:numFmt w:val="lowerRoman"/>
      <w:lvlText w:val="%6."/>
      <w:lvlJc w:val="right"/>
      <w:pPr>
        <w:ind w:left="4320" w:hanging="180"/>
      </w:pPr>
    </w:lvl>
    <w:lvl w:ilvl="6" w:tplc="D856FAC8" w:tentative="1">
      <w:start w:val="1"/>
      <w:numFmt w:val="decimal"/>
      <w:lvlText w:val="%7."/>
      <w:lvlJc w:val="left"/>
      <w:pPr>
        <w:ind w:left="5040" w:hanging="360"/>
      </w:pPr>
    </w:lvl>
    <w:lvl w:ilvl="7" w:tplc="64C8D5A0" w:tentative="1">
      <w:start w:val="1"/>
      <w:numFmt w:val="lowerLetter"/>
      <w:lvlText w:val="%8."/>
      <w:lvlJc w:val="left"/>
      <w:pPr>
        <w:ind w:left="5760" w:hanging="360"/>
      </w:pPr>
    </w:lvl>
    <w:lvl w:ilvl="8" w:tplc="E424F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84E"/>
    <w:multiLevelType w:val="hybridMultilevel"/>
    <w:tmpl w:val="BDA27BF8"/>
    <w:lvl w:ilvl="0" w:tplc="B9A6C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7C7024" w:tentative="1">
      <w:start w:val="1"/>
      <w:numFmt w:val="lowerLetter"/>
      <w:lvlText w:val="%2."/>
      <w:lvlJc w:val="left"/>
      <w:pPr>
        <w:ind w:left="1440" w:hanging="360"/>
      </w:pPr>
    </w:lvl>
    <w:lvl w:ilvl="2" w:tplc="78F84B5A" w:tentative="1">
      <w:start w:val="1"/>
      <w:numFmt w:val="lowerRoman"/>
      <w:lvlText w:val="%3."/>
      <w:lvlJc w:val="right"/>
      <w:pPr>
        <w:ind w:left="2160" w:hanging="180"/>
      </w:pPr>
    </w:lvl>
    <w:lvl w:ilvl="3" w:tplc="097ADD32" w:tentative="1">
      <w:start w:val="1"/>
      <w:numFmt w:val="decimal"/>
      <w:lvlText w:val="%4."/>
      <w:lvlJc w:val="left"/>
      <w:pPr>
        <w:ind w:left="2880" w:hanging="360"/>
      </w:pPr>
    </w:lvl>
    <w:lvl w:ilvl="4" w:tplc="438EF8FA" w:tentative="1">
      <w:start w:val="1"/>
      <w:numFmt w:val="lowerLetter"/>
      <w:lvlText w:val="%5."/>
      <w:lvlJc w:val="left"/>
      <w:pPr>
        <w:ind w:left="3600" w:hanging="360"/>
      </w:pPr>
    </w:lvl>
    <w:lvl w:ilvl="5" w:tplc="1C8C7B24" w:tentative="1">
      <w:start w:val="1"/>
      <w:numFmt w:val="lowerRoman"/>
      <w:lvlText w:val="%6."/>
      <w:lvlJc w:val="right"/>
      <w:pPr>
        <w:ind w:left="4320" w:hanging="180"/>
      </w:pPr>
    </w:lvl>
    <w:lvl w:ilvl="6" w:tplc="873EE928" w:tentative="1">
      <w:start w:val="1"/>
      <w:numFmt w:val="decimal"/>
      <w:lvlText w:val="%7."/>
      <w:lvlJc w:val="left"/>
      <w:pPr>
        <w:ind w:left="5040" w:hanging="360"/>
      </w:pPr>
    </w:lvl>
    <w:lvl w:ilvl="7" w:tplc="39DC360C" w:tentative="1">
      <w:start w:val="1"/>
      <w:numFmt w:val="lowerLetter"/>
      <w:lvlText w:val="%8."/>
      <w:lvlJc w:val="left"/>
      <w:pPr>
        <w:ind w:left="5760" w:hanging="360"/>
      </w:pPr>
    </w:lvl>
    <w:lvl w:ilvl="8" w:tplc="C99045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24E3B"/>
    <w:multiLevelType w:val="hybridMultilevel"/>
    <w:tmpl w:val="EA0A300E"/>
    <w:lvl w:ilvl="0" w:tplc="BC082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FC54E8" w:tentative="1">
      <w:start w:val="1"/>
      <w:numFmt w:val="lowerLetter"/>
      <w:lvlText w:val="%2."/>
      <w:lvlJc w:val="left"/>
      <w:pPr>
        <w:ind w:left="1440" w:hanging="360"/>
      </w:pPr>
    </w:lvl>
    <w:lvl w:ilvl="2" w:tplc="A1441472" w:tentative="1">
      <w:start w:val="1"/>
      <w:numFmt w:val="lowerRoman"/>
      <w:lvlText w:val="%3."/>
      <w:lvlJc w:val="right"/>
      <w:pPr>
        <w:ind w:left="2160" w:hanging="180"/>
      </w:pPr>
    </w:lvl>
    <w:lvl w:ilvl="3" w:tplc="B2002650" w:tentative="1">
      <w:start w:val="1"/>
      <w:numFmt w:val="decimal"/>
      <w:lvlText w:val="%4."/>
      <w:lvlJc w:val="left"/>
      <w:pPr>
        <w:ind w:left="2880" w:hanging="360"/>
      </w:pPr>
    </w:lvl>
    <w:lvl w:ilvl="4" w:tplc="39F01748" w:tentative="1">
      <w:start w:val="1"/>
      <w:numFmt w:val="lowerLetter"/>
      <w:lvlText w:val="%5."/>
      <w:lvlJc w:val="left"/>
      <w:pPr>
        <w:ind w:left="3600" w:hanging="360"/>
      </w:pPr>
    </w:lvl>
    <w:lvl w:ilvl="5" w:tplc="8A44C2A6" w:tentative="1">
      <w:start w:val="1"/>
      <w:numFmt w:val="lowerRoman"/>
      <w:lvlText w:val="%6."/>
      <w:lvlJc w:val="right"/>
      <w:pPr>
        <w:ind w:left="4320" w:hanging="180"/>
      </w:pPr>
    </w:lvl>
    <w:lvl w:ilvl="6" w:tplc="167CFF06" w:tentative="1">
      <w:start w:val="1"/>
      <w:numFmt w:val="decimal"/>
      <w:lvlText w:val="%7."/>
      <w:lvlJc w:val="left"/>
      <w:pPr>
        <w:ind w:left="5040" w:hanging="360"/>
      </w:pPr>
    </w:lvl>
    <w:lvl w:ilvl="7" w:tplc="28524DCA" w:tentative="1">
      <w:start w:val="1"/>
      <w:numFmt w:val="lowerLetter"/>
      <w:lvlText w:val="%8."/>
      <w:lvlJc w:val="left"/>
      <w:pPr>
        <w:ind w:left="5760" w:hanging="360"/>
      </w:pPr>
    </w:lvl>
    <w:lvl w:ilvl="8" w:tplc="D6F404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604E0"/>
    <w:multiLevelType w:val="hybridMultilevel"/>
    <w:tmpl w:val="782000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984"/>
    <w:rsid w:val="00014930"/>
    <w:rsid w:val="00086A0D"/>
    <w:rsid w:val="000965C2"/>
    <w:rsid w:val="000C3E75"/>
    <w:rsid w:val="000F0C62"/>
    <w:rsid w:val="00127081"/>
    <w:rsid w:val="001946BF"/>
    <w:rsid w:val="001C3044"/>
    <w:rsid w:val="001F3BEF"/>
    <w:rsid w:val="00494BB1"/>
    <w:rsid w:val="00566C9E"/>
    <w:rsid w:val="005D71C2"/>
    <w:rsid w:val="005F5247"/>
    <w:rsid w:val="00610AC5"/>
    <w:rsid w:val="00634694"/>
    <w:rsid w:val="00652781"/>
    <w:rsid w:val="00692F2A"/>
    <w:rsid w:val="006B38E9"/>
    <w:rsid w:val="00725A5E"/>
    <w:rsid w:val="00781984"/>
    <w:rsid w:val="007F27C2"/>
    <w:rsid w:val="0085367C"/>
    <w:rsid w:val="008A3004"/>
    <w:rsid w:val="00972808"/>
    <w:rsid w:val="009B27D6"/>
    <w:rsid w:val="00A57E21"/>
    <w:rsid w:val="00A72A94"/>
    <w:rsid w:val="00AA1628"/>
    <w:rsid w:val="00AF41AD"/>
    <w:rsid w:val="00B13ACE"/>
    <w:rsid w:val="00B443E9"/>
    <w:rsid w:val="00B65927"/>
    <w:rsid w:val="00D74842"/>
    <w:rsid w:val="00E40548"/>
    <w:rsid w:val="00E43385"/>
    <w:rsid w:val="00EE004D"/>
    <w:rsid w:val="00F9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6D5E6"/>
  <w15:docId w15:val="{E68718F2-D564-4B81-B48B-F209D993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6B4"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rsid w:val="00E906B4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E906B4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906B4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E906B4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uiPriority w:val="99"/>
    <w:locked/>
    <w:rsid w:val="00E906B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uiPriority w:val="99"/>
    <w:rsid w:val="00E906B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E906B4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E906B4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rsid w:val="00E906B4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E906B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E906B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E906B4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uiPriority w:val="99"/>
    <w:locked/>
    <w:rsid w:val="00E906B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E906B4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uiPriority w:val="99"/>
    <w:rsid w:val="00E906B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E906B4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E906B4"/>
    <w:rPr>
      <w:rFonts w:cs="Times New Roman"/>
      <w:b/>
      <w:lang w:val="en-US"/>
    </w:rPr>
  </w:style>
  <w:style w:type="character" w:customStyle="1" w:styleId="LPstopkaZnak">
    <w:name w:val="LP_stopka Znak"/>
    <w:locked/>
    <w:rsid w:val="00E906B4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E906B4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E906B4"/>
  </w:style>
  <w:style w:type="paragraph" w:customStyle="1" w:styleId="LPstopkasrodek">
    <w:name w:val="LP_stopka_srodek"/>
    <w:basedOn w:val="Normalny"/>
    <w:rsid w:val="00E906B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semiHidden/>
    <w:locked/>
    <w:rsid w:val="00E906B4"/>
  </w:style>
  <w:style w:type="table" w:styleId="Tabela-Siatka">
    <w:name w:val="Table Grid"/>
    <w:basedOn w:val="Standardowy"/>
    <w:uiPriority w:val="59"/>
    <w:rsid w:val="00EC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isma">
    <w:name w:val="data pisma"/>
    <w:basedOn w:val="Normalny"/>
    <w:rsid w:val="00EC6206"/>
    <w:pPr>
      <w:overflowPunct w:val="0"/>
      <w:autoSpaceDE w:val="0"/>
      <w:autoSpaceDN w:val="0"/>
      <w:adjustRightInd w:val="0"/>
      <w:jc w:val="right"/>
    </w:pPr>
    <w:rPr>
      <w:szCs w:val="20"/>
    </w:rPr>
  </w:style>
  <w:style w:type="paragraph" w:styleId="Akapitzlist">
    <w:name w:val="List Paragraph"/>
    <w:basedOn w:val="Normalny"/>
    <w:uiPriority w:val="34"/>
    <w:qFormat/>
    <w:rsid w:val="00781984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.kolasinska\Desktop\papeteria\Szablon%20bez%20dodatkowego%20logotyp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E3BA1-24A9-469D-BB35-E80497EE5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bez dodatkowego logotypu</Template>
  <TotalTime>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hanna.kolasinska</dc:creator>
  <cp:lastModifiedBy>Marzena Świątczak Nadleśnictwo Poddębice</cp:lastModifiedBy>
  <cp:revision>2</cp:revision>
  <cp:lastPrinted>2014-01-27T08:24:00Z</cp:lastPrinted>
  <dcterms:created xsi:type="dcterms:W3CDTF">2025-10-16T09:56:00Z</dcterms:created>
  <dcterms:modified xsi:type="dcterms:W3CDTF">2025-10-16T09:56:00Z</dcterms:modified>
</cp:coreProperties>
</file>